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3BE" w:rsidRDefault="00E203BE" w:rsidP="00E203BE">
      <w:pPr>
        <w:rPr>
          <w:sz w:val="24"/>
          <w:szCs w:val="24"/>
        </w:rPr>
      </w:pPr>
    </w:p>
    <w:p w:rsidR="00E203BE" w:rsidRDefault="00E203BE" w:rsidP="00E203BE">
      <w:pPr>
        <w:rPr>
          <w:sz w:val="24"/>
          <w:szCs w:val="24"/>
        </w:rPr>
      </w:pPr>
    </w:p>
    <w:p w:rsidR="00E203BE" w:rsidRDefault="00E203BE" w:rsidP="00E203BE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p</w:t>
      </w:r>
      <w:r w:rsidRPr="00E203BE">
        <w:rPr>
          <w:sz w:val="24"/>
          <w:szCs w:val="24"/>
        </w:rPr>
        <w:t>rot</w:t>
      </w:r>
      <w:proofErr w:type="spellEnd"/>
      <w:r w:rsidRPr="00E203BE">
        <w:rPr>
          <w:sz w:val="24"/>
          <w:szCs w:val="24"/>
        </w:rPr>
        <w:t xml:space="preserve">. n. </w:t>
      </w:r>
      <w:r w:rsidR="007E6F84">
        <w:rPr>
          <w:sz w:val="24"/>
          <w:szCs w:val="24"/>
        </w:rPr>
        <w:t>23</w:t>
      </w:r>
      <w:r w:rsidR="00456F3A">
        <w:rPr>
          <w:sz w:val="24"/>
          <w:szCs w:val="24"/>
        </w:rPr>
        <w:t>/18</w:t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  <w:t xml:space="preserve">                  </w:t>
      </w:r>
    </w:p>
    <w:p w:rsidR="00E203BE" w:rsidRPr="00E203BE" w:rsidRDefault="00480FA3" w:rsidP="00E203BE">
      <w:pPr>
        <w:ind w:left="4248" w:firstLine="708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E203BE" w:rsidRPr="00E203BE">
        <w:rPr>
          <w:sz w:val="24"/>
          <w:szCs w:val="24"/>
        </w:rPr>
        <w:t xml:space="preserve">Castellammare di Stabia, </w:t>
      </w:r>
      <w:r w:rsidR="007E6F84">
        <w:rPr>
          <w:sz w:val="24"/>
          <w:szCs w:val="24"/>
        </w:rPr>
        <w:t>23/08/2018</w:t>
      </w:r>
    </w:p>
    <w:p w:rsidR="00E203BE" w:rsidRPr="00E203BE" w:rsidRDefault="00E203BE" w:rsidP="00E203BE">
      <w:pPr>
        <w:spacing w:after="200" w:line="276" w:lineRule="auto"/>
        <w:rPr>
          <w:rFonts w:eastAsia="Calibri"/>
          <w:i/>
          <w:sz w:val="24"/>
          <w:szCs w:val="24"/>
          <w:lang w:eastAsia="en-US"/>
        </w:rPr>
      </w:pPr>
    </w:p>
    <w:p w:rsidR="00E203BE" w:rsidRPr="00E203BE" w:rsidRDefault="00480FA3" w:rsidP="00E203BE">
      <w:pPr>
        <w:spacing w:line="276" w:lineRule="auto"/>
        <w:ind w:left="424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</w:t>
      </w:r>
      <w:r w:rsidR="00E203BE" w:rsidRPr="00E203BE">
        <w:rPr>
          <w:rFonts w:eastAsia="Calibri"/>
          <w:sz w:val="24"/>
          <w:szCs w:val="24"/>
          <w:lang w:eastAsia="en-US"/>
        </w:rPr>
        <w:t>All’Ufficio Scolastico Regionale per la Campania</w:t>
      </w:r>
    </w:p>
    <w:p w:rsidR="00E203BE" w:rsidRPr="00E203BE" w:rsidRDefault="00480FA3" w:rsidP="00480FA3">
      <w:pPr>
        <w:spacing w:line="276" w:lineRule="auto"/>
        <w:ind w:left="5664" w:firstLine="70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  <w:r w:rsidR="00E203BE" w:rsidRPr="00E203BE">
        <w:rPr>
          <w:rFonts w:eastAsia="Calibri"/>
          <w:sz w:val="24"/>
          <w:szCs w:val="24"/>
          <w:lang w:eastAsia="en-US"/>
        </w:rPr>
        <w:t>Napoli</w:t>
      </w:r>
    </w:p>
    <w:p w:rsidR="00E203BE" w:rsidRPr="00E203BE" w:rsidRDefault="00E203BE" w:rsidP="00E203BE">
      <w:pPr>
        <w:ind w:left="708"/>
        <w:contextualSpacing/>
        <w:rPr>
          <w:rFonts w:eastAsia="Calibri"/>
          <w:sz w:val="24"/>
          <w:szCs w:val="24"/>
          <w:lang w:eastAsia="en-US"/>
        </w:rPr>
      </w:pPr>
      <w:r w:rsidRPr="00E203BE">
        <w:rPr>
          <w:rFonts w:eastAsia="Calibri"/>
          <w:sz w:val="24"/>
          <w:szCs w:val="24"/>
          <w:lang w:eastAsia="en-US"/>
        </w:rPr>
        <w:t xml:space="preserve">   </w:t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="00480FA3">
        <w:rPr>
          <w:rFonts w:eastAsia="Calibri"/>
          <w:sz w:val="24"/>
          <w:szCs w:val="24"/>
          <w:lang w:eastAsia="en-US"/>
        </w:rPr>
        <w:tab/>
        <w:t xml:space="preserve">         </w:t>
      </w:r>
      <w:r w:rsidRPr="00E203BE">
        <w:rPr>
          <w:rFonts w:eastAsia="Calibri"/>
          <w:sz w:val="24"/>
          <w:szCs w:val="24"/>
          <w:lang w:eastAsia="en-US"/>
        </w:rPr>
        <w:t>c.a. Dott. Fabrizio Perrella</w:t>
      </w:r>
    </w:p>
    <w:p w:rsidR="00E203BE" w:rsidRPr="00E203BE" w:rsidRDefault="00E203BE" w:rsidP="00E203BE">
      <w:pPr>
        <w:ind w:left="708" w:firstLine="708"/>
        <w:contextualSpacing/>
        <w:rPr>
          <w:rFonts w:eastAsia="Calibri"/>
          <w:sz w:val="24"/>
          <w:szCs w:val="24"/>
          <w:lang w:eastAsia="en-US"/>
        </w:rPr>
      </w:pPr>
    </w:p>
    <w:p w:rsidR="00E203BE" w:rsidRPr="00E203BE" w:rsidRDefault="00E203BE" w:rsidP="00480FA3">
      <w:pPr>
        <w:ind w:left="4956" w:firstLine="708"/>
        <w:contextualSpacing/>
        <w:rPr>
          <w:rFonts w:eastAsia="Calibri"/>
          <w:sz w:val="24"/>
          <w:szCs w:val="24"/>
          <w:lang w:eastAsia="en-US"/>
        </w:rPr>
      </w:pPr>
      <w:r w:rsidRPr="00E203BE">
        <w:rPr>
          <w:sz w:val="24"/>
          <w:szCs w:val="24"/>
        </w:rPr>
        <w:t>e.p.c. al Dirigente Scolastico</w:t>
      </w:r>
    </w:p>
    <w:p w:rsidR="00E203BE" w:rsidRPr="00870B4A" w:rsidRDefault="00963F43" w:rsidP="006173FE">
      <w:pPr>
        <w:ind w:left="3540" w:firstLine="708"/>
        <w:contextualSpacing/>
        <w:rPr>
          <w:i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6173FE">
        <w:rPr>
          <w:sz w:val="24"/>
          <w:szCs w:val="24"/>
        </w:rPr>
        <w:t xml:space="preserve"> </w:t>
      </w:r>
      <w:r w:rsidR="00480FA3">
        <w:rPr>
          <w:sz w:val="24"/>
          <w:szCs w:val="24"/>
        </w:rPr>
        <w:t xml:space="preserve"> </w:t>
      </w:r>
      <w:r w:rsidR="00870B4A">
        <w:rPr>
          <w:sz w:val="24"/>
          <w:szCs w:val="24"/>
        </w:rPr>
        <w:t xml:space="preserve">               </w:t>
      </w:r>
      <w:r w:rsidR="00870B4A" w:rsidRPr="00870B4A">
        <w:rPr>
          <w:i/>
          <w:sz w:val="24"/>
          <w:szCs w:val="24"/>
        </w:rPr>
        <w:t>II° Circolo Didattico di Pompei</w:t>
      </w:r>
    </w:p>
    <w:p w:rsidR="00E203BE" w:rsidRPr="00E203BE" w:rsidRDefault="00480FA3" w:rsidP="00E203BE">
      <w:pPr>
        <w:ind w:left="424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963F43">
        <w:rPr>
          <w:sz w:val="24"/>
          <w:szCs w:val="24"/>
        </w:rPr>
        <w:t xml:space="preserve">     </w:t>
      </w:r>
      <w:r w:rsidR="00870B4A">
        <w:rPr>
          <w:sz w:val="24"/>
          <w:szCs w:val="24"/>
        </w:rPr>
        <w:t xml:space="preserve">       Pompei</w:t>
      </w:r>
      <w:r w:rsidR="00963F43">
        <w:rPr>
          <w:sz w:val="24"/>
          <w:szCs w:val="24"/>
        </w:rPr>
        <w:t xml:space="preserve"> </w:t>
      </w:r>
      <w:r w:rsidR="00E203BE" w:rsidRPr="00E203BE">
        <w:rPr>
          <w:sz w:val="24"/>
          <w:szCs w:val="24"/>
        </w:rPr>
        <w:t>(Na)</w:t>
      </w:r>
    </w:p>
    <w:p w:rsidR="00E203BE" w:rsidRPr="00E203BE" w:rsidRDefault="00E203BE" w:rsidP="00E203BE">
      <w:pPr>
        <w:ind w:left="4248"/>
        <w:contextualSpacing/>
        <w:rPr>
          <w:sz w:val="24"/>
          <w:szCs w:val="24"/>
        </w:rPr>
      </w:pPr>
    </w:p>
    <w:p w:rsidR="00E203BE" w:rsidRPr="00E203BE" w:rsidRDefault="00963F43" w:rsidP="00963F43">
      <w:pPr>
        <w:ind w:left="424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</w:p>
    <w:p w:rsidR="00E203BE" w:rsidRPr="00E203BE" w:rsidRDefault="00E203BE" w:rsidP="00E203BE">
      <w:pPr>
        <w:rPr>
          <w:sz w:val="24"/>
          <w:szCs w:val="24"/>
        </w:rPr>
      </w:pPr>
    </w:p>
    <w:p w:rsidR="00E203BE" w:rsidRPr="00E203BE" w:rsidRDefault="00E203BE" w:rsidP="00E203BE">
      <w:pPr>
        <w:rPr>
          <w:sz w:val="24"/>
          <w:szCs w:val="24"/>
        </w:rPr>
      </w:pPr>
    </w:p>
    <w:p w:rsidR="00E203BE" w:rsidRPr="00E203BE" w:rsidRDefault="00E203BE" w:rsidP="00E203BE">
      <w:pPr>
        <w:rPr>
          <w:sz w:val="24"/>
          <w:szCs w:val="24"/>
        </w:rPr>
      </w:pPr>
      <w:r w:rsidRPr="00E203BE">
        <w:rPr>
          <w:b/>
          <w:sz w:val="24"/>
          <w:szCs w:val="24"/>
        </w:rPr>
        <w:t>Oggetto</w:t>
      </w:r>
      <w:r w:rsidRPr="00E203BE">
        <w:rPr>
          <w:sz w:val="24"/>
          <w:szCs w:val="24"/>
        </w:rPr>
        <w:t xml:space="preserve">: Ottimizzazione Insegnante di Religione </w:t>
      </w:r>
      <w:r w:rsidR="006173FE">
        <w:rPr>
          <w:sz w:val="24"/>
          <w:szCs w:val="24"/>
        </w:rPr>
        <w:t xml:space="preserve">Cattolica – </w:t>
      </w:r>
      <w:r w:rsidR="00870B4A">
        <w:rPr>
          <w:sz w:val="24"/>
          <w:szCs w:val="24"/>
        </w:rPr>
        <w:t>Giovanna D’Aniello</w:t>
      </w:r>
    </w:p>
    <w:p w:rsidR="00E203BE" w:rsidRPr="00E203BE" w:rsidRDefault="00E203BE" w:rsidP="00E203BE">
      <w:pPr>
        <w:jc w:val="both"/>
        <w:rPr>
          <w:sz w:val="24"/>
          <w:szCs w:val="24"/>
        </w:rPr>
      </w:pPr>
    </w:p>
    <w:p w:rsidR="00E203BE" w:rsidRPr="00E203BE" w:rsidRDefault="00160615" w:rsidP="00E203B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Vista la </w:t>
      </w:r>
      <w:r w:rsidR="00963F43">
        <w:rPr>
          <w:sz w:val="24"/>
          <w:szCs w:val="24"/>
        </w:rPr>
        <w:t>variazione</w:t>
      </w:r>
      <w:r w:rsidR="00E203BE" w:rsidRPr="00E203BE">
        <w:rPr>
          <w:sz w:val="24"/>
          <w:szCs w:val="24"/>
        </w:rPr>
        <w:t xml:space="preserve"> oraria per </w:t>
      </w:r>
      <w:proofErr w:type="spellStart"/>
      <w:r w:rsidR="00E203BE" w:rsidRPr="00E203BE">
        <w:rPr>
          <w:sz w:val="24"/>
          <w:szCs w:val="24"/>
        </w:rPr>
        <w:t>l’a.s.</w:t>
      </w:r>
      <w:proofErr w:type="spellEnd"/>
      <w:r w:rsidR="00E203BE" w:rsidRPr="00E203BE">
        <w:rPr>
          <w:sz w:val="24"/>
          <w:szCs w:val="24"/>
        </w:rPr>
        <w:t xml:space="preserve"> 2018/19 sulla sede di utilizzazione dell</w:t>
      </w:r>
      <w:r w:rsidR="006173FE">
        <w:rPr>
          <w:sz w:val="24"/>
          <w:szCs w:val="24"/>
        </w:rPr>
        <w:t xml:space="preserve">’Insegnante </w:t>
      </w:r>
      <w:r w:rsidR="00870B4A">
        <w:rPr>
          <w:sz w:val="24"/>
          <w:szCs w:val="24"/>
        </w:rPr>
        <w:t>Giovanna D’Aniello</w:t>
      </w:r>
    </w:p>
    <w:p w:rsidR="00E203BE" w:rsidRPr="00E203BE" w:rsidRDefault="00E203BE" w:rsidP="00E203BE">
      <w:pPr>
        <w:numPr>
          <w:ilvl w:val="0"/>
          <w:numId w:val="1"/>
        </w:numPr>
        <w:rPr>
          <w:sz w:val="24"/>
          <w:szCs w:val="24"/>
        </w:rPr>
      </w:pPr>
      <w:r w:rsidRPr="00E203BE">
        <w:rPr>
          <w:sz w:val="24"/>
          <w:szCs w:val="24"/>
        </w:rPr>
        <w:t xml:space="preserve">Viste le esigenze orarie </w:t>
      </w:r>
      <w:proofErr w:type="spellStart"/>
      <w:r w:rsidRPr="00E203BE">
        <w:rPr>
          <w:sz w:val="24"/>
          <w:szCs w:val="24"/>
        </w:rPr>
        <w:t>a.s.</w:t>
      </w:r>
      <w:proofErr w:type="spellEnd"/>
      <w:r w:rsidRPr="00E203BE">
        <w:rPr>
          <w:sz w:val="24"/>
          <w:szCs w:val="24"/>
        </w:rPr>
        <w:t xml:space="preserve"> 2018/19 relative all’insegnamento della Reli</w:t>
      </w:r>
      <w:r w:rsidR="00480FA3">
        <w:rPr>
          <w:sz w:val="24"/>
          <w:szCs w:val="24"/>
        </w:rPr>
        <w:t xml:space="preserve">gione Cattolica nel </w:t>
      </w:r>
      <w:r w:rsidRPr="00E203BE">
        <w:rPr>
          <w:sz w:val="24"/>
          <w:szCs w:val="24"/>
        </w:rPr>
        <w:t>territorio della diocesi di Sorrento – Castellammare di Stabia;</w:t>
      </w:r>
    </w:p>
    <w:p w:rsidR="00E203BE" w:rsidRDefault="00E203BE" w:rsidP="00E203BE">
      <w:pPr>
        <w:numPr>
          <w:ilvl w:val="0"/>
          <w:numId w:val="1"/>
        </w:numPr>
        <w:jc w:val="both"/>
        <w:rPr>
          <w:sz w:val="24"/>
          <w:szCs w:val="24"/>
        </w:rPr>
      </w:pPr>
      <w:r w:rsidRPr="00E203BE">
        <w:rPr>
          <w:sz w:val="24"/>
          <w:szCs w:val="24"/>
        </w:rPr>
        <w:t xml:space="preserve">Visto il </w:t>
      </w:r>
      <w:proofErr w:type="spellStart"/>
      <w:r w:rsidRPr="00E203BE">
        <w:rPr>
          <w:sz w:val="24"/>
          <w:szCs w:val="24"/>
        </w:rPr>
        <w:t>Dpr</w:t>
      </w:r>
      <w:proofErr w:type="spellEnd"/>
      <w:r w:rsidRPr="00E203BE">
        <w:rPr>
          <w:sz w:val="24"/>
          <w:szCs w:val="24"/>
        </w:rPr>
        <w:t xml:space="preserve"> 20/08/2012 n.175;</w:t>
      </w:r>
    </w:p>
    <w:p w:rsidR="002E2949" w:rsidRPr="00E203BE" w:rsidRDefault="002E2949" w:rsidP="00E203B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Visto il CCNI 28 giugno 2018.</w:t>
      </w:r>
    </w:p>
    <w:p w:rsidR="00E203BE" w:rsidRDefault="00E203BE" w:rsidP="00E203BE">
      <w:pPr>
        <w:jc w:val="center"/>
        <w:rPr>
          <w:sz w:val="24"/>
          <w:szCs w:val="24"/>
        </w:rPr>
      </w:pPr>
    </w:p>
    <w:p w:rsidR="00480FA3" w:rsidRPr="00E203BE" w:rsidRDefault="00480FA3" w:rsidP="00E203BE">
      <w:pPr>
        <w:jc w:val="center"/>
        <w:rPr>
          <w:sz w:val="24"/>
          <w:szCs w:val="24"/>
        </w:rPr>
      </w:pPr>
    </w:p>
    <w:p w:rsidR="00E203BE" w:rsidRPr="00E203BE" w:rsidRDefault="00E203BE" w:rsidP="00745729">
      <w:pPr>
        <w:jc w:val="center"/>
        <w:rPr>
          <w:sz w:val="24"/>
          <w:szCs w:val="24"/>
        </w:rPr>
      </w:pPr>
      <w:r w:rsidRPr="00E203BE">
        <w:rPr>
          <w:b/>
          <w:sz w:val="32"/>
          <w:szCs w:val="24"/>
        </w:rPr>
        <w:t xml:space="preserve">SI PROPONE                                                                                                            </w:t>
      </w:r>
      <w:r w:rsidRPr="00E203BE">
        <w:rPr>
          <w:sz w:val="24"/>
          <w:szCs w:val="24"/>
        </w:rPr>
        <w:t>per l’anno scolastico 2018/2019</w:t>
      </w:r>
    </w:p>
    <w:p w:rsidR="00870B4A" w:rsidRDefault="00870B4A" w:rsidP="00745729">
      <w:pPr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GIOVANNA D’ANIELLO</w:t>
      </w:r>
    </w:p>
    <w:p w:rsidR="00E203BE" w:rsidRPr="00E203BE" w:rsidRDefault="00870B4A" w:rsidP="00745729">
      <w:pPr>
        <w:jc w:val="center"/>
        <w:rPr>
          <w:sz w:val="24"/>
          <w:szCs w:val="24"/>
        </w:rPr>
      </w:pPr>
      <w:r>
        <w:rPr>
          <w:sz w:val="24"/>
          <w:szCs w:val="24"/>
        </w:rPr>
        <w:t>nata a Castellammare di Stabia</w:t>
      </w:r>
      <w:r w:rsidR="00160615">
        <w:rPr>
          <w:sz w:val="24"/>
          <w:szCs w:val="24"/>
        </w:rPr>
        <w:t xml:space="preserve"> il </w:t>
      </w:r>
      <w:r>
        <w:rPr>
          <w:sz w:val="24"/>
          <w:szCs w:val="24"/>
        </w:rPr>
        <w:t>22</w:t>
      </w:r>
      <w:r w:rsidR="00963F43">
        <w:rPr>
          <w:sz w:val="24"/>
          <w:szCs w:val="24"/>
        </w:rPr>
        <w:t>/06</w:t>
      </w:r>
      <w:r>
        <w:rPr>
          <w:sz w:val="24"/>
          <w:szCs w:val="24"/>
        </w:rPr>
        <w:t>/1970</w:t>
      </w:r>
    </w:p>
    <w:p w:rsidR="00E203BE" w:rsidRPr="00E203BE" w:rsidRDefault="00E203BE" w:rsidP="00745729">
      <w:pPr>
        <w:jc w:val="center"/>
        <w:rPr>
          <w:sz w:val="24"/>
          <w:szCs w:val="24"/>
        </w:rPr>
      </w:pPr>
    </w:p>
    <w:p w:rsidR="00E203BE" w:rsidRPr="00E203BE" w:rsidRDefault="00963F43" w:rsidP="00745729">
      <w:pPr>
        <w:jc w:val="center"/>
        <w:rPr>
          <w:sz w:val="24"/>
          <w:szCs w:val="24"/>
        </w:rPr>
      </w:pPr>
      <w:r>
        <w:rPr>
          <w:sz w:val="24"/>
          <w:szCs w:val="24"/>
        </w:rPr>
        <w:t>22</w:t>
      </w:r>
      <w:r w:rsidR="006173FE">
        <w:rPr>
          <w:sz w:val="24"/>
          <w:szCs w:val="24"/>
        </w:rPr>
        <w:t>.00</w:t>
      </w:r>
      <w:r w:rsidR="00E203BE" w:rsidRPr="00E203BE">
        <w:rPr>
          <w:sz w:val="24"/>
          <w:szCs w:val="24"/>
        </w:rPr>
        <w:t xml:space="preserve"> ore</w:t>
      </w:r>
      <w:r w:rsidR="00482FCA">
        <w:rPr>
          <w:sz w:val="24"/>
          <w:szCs w:val="24"/>
        </w:rPr>
        <w:t xml:space="preserve"> Scuola Primaria</w:t>
      </w:r>
      <w:bookmarkStart w:id="0" w:name="_GoBack"/>
      <w:bookmarkEnd w:id="0"/>
      <w:r w:rsidR="00870B4A">
        <w:rPr>
          <w:sz w:val="24"/>
          <w:szCs w:val="24"/>
        </w:rPr>
        <w:t xml:space="preserve"> </w:t>
      </w:r>
      <w:r w:rsidR="00870B4A" w:rsidRPr="00870B4A">
        <w:rPr>
          <w:i/>
          <w:sz w:val="24"/>
          <w:szCs w:val="24"/>
        </w:rPr>
        <w:t xml:space="preserve">II° Circolo Didattico di Pompei </w:t>
      </w:r>
      <w:r w:rsidR="00160615">
        <w:rPr>
          <w:sz w:val="24"/>
          <w:szCs w:val="24"/>
        </w:rPr>
        <w:t xml:space="preserve">- </w:t>
      </w:r>
      <w:r w:rsidR="00870B4A">
        <w:rPr>
          <w:sz w:val="24"/>
          <w:szCs w:val="24"/>
        </w:rPr>
        <w:t>Pompei</w:t>
      </w:r>
    </w:p>
    <w:p w:rsidR="00E203BE" w:rsidRPr="00E203BE" w:rsidRDefault="00D9582B" w:rsidP="00745729">
      <w:pPr>
        <w:jc w:val="center"/>
        <w:rPr>
          <w:sz w:val="24"/>
          <w:szCs w:val="24"/>
        </w:rPr>
      </w:pPr>
      <w:r>
        <w:rPr>
          <w:sz w:val="28"/>
          <w:szCs w:val="24"/>
        </w:rPr>
        <w:t xml:space="preserve">+ 2 ore </w:t>
      </w:r>
      <w:proofErr w:type="gramStart"/>
      <w:r>
        <w:rPr>
          <w:sz w:val="28"/>
          <w:szCs w:val="24"/>
        </w:rPr>
        <w:t>di</w:t>
      </w:r>
      <w:r w:rsidR="00E203BE" w:rsidRPr="00160615">
        <w:rPr>
          <w:sz w:val="28"/>
          <w:szCs w:val="24"/>
        </w:rPr>
        <w:t xml:space="preserve">  </w:t>
      </w:r>
      <w:r w:rsidR="00E203BE" w:rsidRPr="00E203BE">
        <w:rPr>
          <w:sz w:val="24"/>
          <w:szCs w:val="24"/>
        </w:rPr>
        <w:t>programmazione</w:t>
      </w:r>
      <w:proofErr w:type="gramEnd"/>
    </w:p>
    <w:p w:rsidR="00E203BE" w:rsidRPr="00E203BE" w:rsidRDefault="00E203BE" w:rsidP="00745729">
      <w:pPr>
        <w:spacing w:line="360" w:lineRule="auto"/>
        <w:jc w:val="center"/>
        <w:rPr>
          <w:sz w:val="24"/>
          <w:szCs w:val="24"/>
        </w:rPr>
      </w:pPr>
    </w:p>
    <w:p w:rsidR="00E203BE" w:rsidRPr="00E203BE" w:rsidRDefault="00E203BE" w:rsidP="00745729">
      <w:pPr>
        <w:spacing w:line="360" w:lineRule="auto"/>
        <w:jc w:val="center"/>
        <w:rPr>
          <w:sz w:val="24"/>
          <w:szCs w:val="24"/>
        </w:rPr>
      </w:pPr>
    </w:p>
    <w:p w:rsidR="00E203BE" w:rsidRPr="00E203BE" w:rsidRDefault="00E203BE" w:rsidP="00E203BE">
      <w:pPr>
        <w:spacing w:line="360" w:lineRule="auto"/>
        <w:jc w:val="both"/>
        <w:rPr>
          <w:sz w:val="24"/>
          <w:szCs w:val="24"/>
        </w:rPr>
      </w:pPr>
      <w:r w:rsidRPr="00E203BE">
        <w:rPr>
          <w:sz w:val="24"/>
          <w:szCs w:val="24"/>
        </w:rPr>
        <w:t>Si resta in attesa di copia del provvedimento.</w:t>
      </w:r>
    </w:p>
    <w:p w:rsidR="00E203BE" w:rsidRPr="00E203BE" w:rsidRDefault="00E203BE" w:rsidP="00E203BE">
      <w:pPr>
        <w:ind w:left="6372" w:firstLine="708"/>
        <w:rPr>
          <w:sz w:val="24"/>
          <w:szCs w:val="24"/>
        </w:rPr>
      </w:pPr>
      <w:r w:rsidRPr="00E203BE">
        <w:rPr>
          <w:sz w:val="24"/>
          <w:szCs w:val="24"/>
        </w:rPr>
        <w:t xml:space="preserve">    </w:t>
      </w:r>
    </w:p>
    <w:p w:rsidR="00E203BE" w:rsidRPr="00E203BE" w:rsidRDefault="00E203BE" w:rsidP="00E203BE">
      <w:pPr>
        <w:ind w:left="6372" w:firstLine="708"/>
        <w:rPr>
          <w:sz w:val="24"/>
          <w:szCs w:val="24"/>
        </w:rPr>
      </w:pPr>
      <w:r w:rsidRPr="00E203BE">
        <w:rPr>
          <w:sz w:val="24"/>
          <w:szCs w:val="24"/>
        </w:rPr>
        <w:t xml:space="preserve">    </w:t>
      </w:r>
    </w:p>
    <w:p w:rsidR="00E203BE" w:rsidRPr="00E203BE" w:rsidRDefault="00E203BE" w:rsidP="00E203BE">
      <w:pPr>
        <w:ind w:left="6372" w:firstLine="708"/>
        <w:rPr>
          <w:sz w:val="24"/>
          <w:szCs w:val="24"/>
        </w:rPr>
      </w:pPr>
    </w:p>
    <w:p w:rsidR="00E203BE" w:rsidRPr="00E203BE" w:rsidRDefault="00E203BE" w:rsidP="00E203BE">
      <w:pPr>
        <w:ind w:left="708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E203BE">
        <w:rPr>
          <w:sz w:val="24"/>
          <w:szCs w:val="24"/>
        </w:rPr>
        <w:t xml:space="preserve"> Il Direttore</w:t>
      </w:r>
    </w:p>
    <w:p w:rsidR="00D31D3D" w:rsidRPr="002E2949" w:rsidRDefault="00E203BE" w:rsidP="002E2949">
      <w:pPr>
        <w:rPr>
          <w:sz w:val="24"/>
          <w:szCs w:val="24"/>
        </w:rPr>
      </w:pP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</w:t>
      </w:r>
      <w:r w:rsidRPr="00E203BE">
        <w:rPr>
          <w:sz w:val="24"/>
          <w:szCs w:val="24"/>
        </w:rPr>
        <w:t xml:space="preserve">Maria Rosaria Pirro </w:t>
      </w:r>
      <w:proofErr w:type="spellStart"/>
      <w:r w:rsidRPr="00E203BE">
        <w:rPr>
          <w:sz w:val="24"/>
          <w:szCs w:val="24"/>
        </w:rPr>
        <w:t>Titomanlio</w:t>
      </w:r>
      <w:proofErr w:type="spellEnd"/>
    </w:p>
    <w:sectPr w:rsidR="00D31D3D" w:rsidRPr="002E2949" w:rsidSect="00D31D3D">
      <w:headerReference w:type="first" r:id="rId8"/>
      <w:pgSz w:w="11907" w:h="16840" w:code="9"/>
      <w:pgMar w:top="567" w:right="1134" w:bottom="851" w:left="1418" w:header="2551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8B0" w:rsidRDefault="007738B0">
      <w:r>
        <w:separator/>
      </w:r>
    </w:p>
  </w:endnote>
  <w:endnote w:type="continuationSeparator" w:id="0">
    <w:p w:rsidR="007738B0" w:rsidRDefault="00773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8B0" w:rsidRDefault="007738B0">
      <w:r>
        <w:separator/>
      </w:r>
    </w:p>
  </w:footnote>
  <w:footnote w:type="continuationSeparator" w:id="0">
    <w:p w:rsidR="007738B0" w:rsidRDefault="007738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D3D" w:rsidRPr="00D31D3D" w:rsidRDefault="00D31D3D" w:rsidP="00D31D3D">
    <w:pPr>
      <w:pStyle w:val="Intestazione"/>
      <w:rPr>
        <w:b/>
        <w:sz w:val="22"/>
        <w:szCs w:val="22"/>
      </w:rPr>
    </w:pPr>
    <w:r>
      <w:rPr>
        <w:noProof/>
        <w:sz w:val="32"/>
        <w:szCs w:val="28"/>
      </w:rPr>
      <w:drawing>
        <wp:anchor distT="0" distB="0" distL="114300" distR="114300" simplePos="0" relativeHeight="251673088" behindDoc="1" locked="0" layoutInCell="1" allowOverlap="1" wp14:anchorId="6D913BED" wp14:editId="77B4EE94">
          <wp:simplePos x="0" y="0"/>
          <wp:positionH relativeFrom="column">
            <wp:posOffset>-316040</wp:posOffset>
          </wp:positionH>
          <wp:positionV relativeFrom="paragraph">
            <wp:posOffset>-1238885</wp:posOffset>
          </wp:positionV>
          <wp:extent cx="1259396" cy="1143445"/>
          <wp:effectExtent l="0" t="0" r="0" b="0"/>
          <wp:wrapNone/>
          <wp:docPr id="34" name="Immagin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_irc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396" cy="1143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73318ACA" wp14:editId="4EA65E4B">
              <wp:simplePos x="0" y="0"/>
              <wp:positionH relativeFrom="column">
                <wp:posOffset>-496570</wp:posOffset>
              </wp:positionH>
              <wp:positionV relativeFrom="paragraph">
                <wp:posOffset>4635</wp:posOffset>
              </wp:positionV>
              <wp:extent cx="6816436" cy="0"/>
              <wp:effectExtent l="0" t="0" r="22860" b="19050"/>
              <wp:wrapNone/>
              <wp:docPr id="7" name="Connettore 1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16436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8345B7" id="Connettore 1 7" o:spid="_x0000_s1026" style="position:absolute;z-index:251671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9.1pt,.35pt" to="497.6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" strokecolor="#4579b8 [3044]"/>
          </w:pict>
        </mc:Fallback>
      </mc:AlternateContent>
    </w:r>
    <w:r w:rsidRPr="000D37CF">
      <w:rPr>
        <w:noProof/>
        <w:sz w:val="32"/>
        <w:szCs w:val="28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5F7C4746" wp14:editId="3DC73513">
              <wp:simplePos x="0" y="0"/>
              <wp:positionH relativeFrom="column">
                <wp:posOffset>808742</wp:posOffset>
              </wp:positionH>
              <wp:positionV relativeFrom="paragraph">
                <wp:posOffset>-1131570</wp:posOffset>
              </wp:positionV>
              <wp:extent cx="4928260" cy="1223159"/>
              <wp:effectExtent l="0" t="0" r="0" b="0"/>
              <wp:wrapNone/>
              <wp:docPr id="8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8260" cy="122315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</w:pP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Arcidiocesi </w:t>
                          </w:r>
                          <w:proofErr w:type="gramStart"/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>Sorrento</w:t>
                          </w:r>
                          <w:r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</w:t>
                          </w: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-</w:t>
                          </w:r>
                          <w:proofErr w:type="gramEnd"/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Castellammare di Stabia</w:t>
                          </w:r>
                        </w:p>
                        <w:p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sz w:val="36"/>
                              <w:szCs w:val="28"/>
                            </w:rPr>
                          </w:pPr>
                          <w:r w:rsidRPr="005963D3">
                            <w:rPr>
                              <w:sz w:val="36"/>
                              <w:szCs w:val="28"/>
                            </w:rPr>
                            <w:t>Ufficio Scuola IRC</w:t>
                          </w:r>
                        </w:p>
                        <w:p w:rsidR="00D31D3D" w:rsidRPr="00A464A4" w:rsidRDefault="00D31D3D" w:rsidP="00D31D3D">
                          <w:pPr>
                            <w:pStyle w:val="Intestazione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Vico</w:t>
                          </w:r>
                          <w:r w:rsidRPr="00A464A4">
                            <w:rPr>
                              <w:szCs w:val="28"/>
                            </w:rPr>
                            <w:t xml:space="preserve"> S</w:t>
                          </w:r>
                          <w:r>
                            <w:rPr>
                              <w:szCs w:val="28"/>
                            </w:rPr>
                            <w:t>ant’</w:t>
                          </w:r>
                          <w:r w:rsidRPr="00A464A4">
                            <w:rPr>
                              <w:szCs w:val="28"/>
                            </w:rPr>
                            <w:t xml:space="preserve">Anna, 1 </w:t>
                          </w:r>
                          <w:r>
                            <w:rPr>
                              <w:szCs w:val="28"/>
                            </w:rPr>
                            <w:t>-</w:t>
                          </w:r>
                          <w:r w:rsidRPr="00A464A4">
                            <w:rPr>
                              <w:szCs w:val="28"/>
                            </w:rPr>
                            <w:t xml:space="preserve"> 800</w:t>
                          </w:r>
                          <w:r>
                            <w:rPr>
                              <w:szCs w:val="28"/>
                            </w:rPr>
                            <w:t>5</w:t>
                          </w:r>
                          <w:r w:rsidRPr="00A464A4">
                            <w:rPr>
                              <w:szCs w:val="28"/>
                            </w:rPr>
                            <w:t>3 Castellammare di Stabia</w:t>
                          </w:r>
                          <w:r>
                            <w:rPr>
                              <w:szCs w:val="28"/>
                            </w:rPr>
                            <w:t xml:space="preserve"> (NA)</w:t>
                          </w:r>
                        </w:p>
                        <w:p w:rsidR="00D31D3D" w:rsidRDefault="00D31D3D" w:rsidP="00D31D3D">
                          <w:pPr>
                            <w:pStyle w:val="Intestazione"/>
                            <w:jc w:val="center"/>
                          </w:pPr>
                          <w:r>
                            <w:rPr>
                              <w:szCs w:val="28"/>
                            </w:rPr>
                            <w:t>www.diocesisorrentocmare.it/scuola</w:t>
                          </w:r>
                          <w:r w:rsidRPr="00A464A4">
                            <w:rPr>
                              <w:szCs w:val="28"/>
                            </w:rPr>
                            <w:t xml:space="preserve"> – irc@diocesisorrentocmare.it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7C4746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3.7pt;margin-top:-89.1pt;width:388.05pt;height:96.3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" filled="f" stroked="f">
              <v:textbox>
                <w:txbxContent>
                  <w:p w:rsidR="00D31D3D" w:rsidRPr="005963D3" w:rsidRDefault="00D31D3D" w:rsidP="00D31D3D">
                    <w:pPr>
                      <w:pStyle w:val="Intestazione"/>
                      <w:jc w:val="center"/>
                      <w:rPr>
                        <w:rFonts w:ascii="Kunstler Script" w:hAnsi="Kunstler Script"/>
                        <w:sz w:val="56"/>
                        <w:szCs w:val="28"/>
                      </w:rPr>
                    </w:pP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Arcidiocesi </w:t>
                    </w:r>
                    <w:proofErr w:type="gramStart"/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>Sorrento</w:t>
                    </w:r>
                    <w:r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</w:t>
                    </w: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-</w:t>
                    </w:r>
                    <w:proofErr w:type="gramEnd"/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Castellammare di Stabia</w:t>
                    </w:r>
                  </w:p>
                  <w:p w:rsidR="00D31D3D" w:rsidRPr="005963D3" w:rsidRDefault="00D31D3D" w:rsidP="00D31D3D">
                    <w:pPr>
                      <w:pStyle w:val="Intestazione"/>
                      <w:jc w:val="center"/>
                      <w:rPr>
                        <w:sz w:val="36"/>
                        <w:szCs w:val="28"/>
                      </w:rPr>
                    </w:pPr>
                    <w:r w:rsidRPr="005963D3">
                      <w:rPr>
                        <w:sz w:val="36"/>
                        <w:szCs w:val="28"/>
                      </w:rPr>
                      <w:t>Ufficio Scuola IRC</w:t>
                    </w:r>
                  </w:p>
                  <w:p w:rsidR="00D31D3D" w:rsidRPr="00A464A4" w:rsidRDefault="00D31D3D" w:rsidP="00D31D3D">
                    <w:pPr>
                      <w:pStyle w:val="Intestazione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Vico</w:t>
                    </w:r>
                    <w:r w:rsidRPr="00A464A4">
                      <w:rPr>
                        <w:szCs w:val="28"/>
                      </w:rPr>
                      <w:t xml:space="preserve"> S</w:t>
                    </w:r>
                    <w:r>
                      <w:rPr>
                        <w:szCs w:val="28"/>
                      </w:rPr>
                      <w:t>ant’</w:t>
                    </w:r>
                    <w:r w:rsidRPr="00A464A4">
                      <w:rPr>
                        <w:szCs w:val="28"/>
                      </w:rPr>
                      <w:t xml:space="preserve">Anna, 1 </w:t>
                    </w:r>
                    <w:r>
                      <w:rPr>
                        <w:szCs w:val="28"/>
                      </w:rPr>
                      <w:t>-</w:t>
                    </w:r>
                    <w:r w:rsidRPr="00A464A4">
                      <w:rPr>
                        <w:szCs w:val="28"/>
                      </w:rPr>
                      <w:t xml:space="preserve"> 800</w:t>
                    </w:r>
                    <w:r>
                      <w:rPr>
                        <w:szCs w:val="28"/>
                      </w:rPr>
                      <w:t>5</w:t>
                    </w:r>
                    <w:r w:rsidRPr="00A464A4">
                      <w:rPr>
                        <w:szCs w:val="28"/>
                      </w:rPr>
                      <w:t>3 Castellammare di Stabia</w:t>
                    </w:r>
                    <w:r>
                      <w:rPr>
                        <w:szCs w:val="28"/>
                      </w:rPr>
                      <w:t xml:space="preserve"> (NA)</w:t>
                    </w:r>
                  </w:p>
                  <w:p w:rsidR="00D31D3D" w:rsidRDefault="00D31D3D" w:rsidP="00D31D3D">
                    <w:pPr>
                      <w:pStyle w:val="Intestazione"/>
                      <w:jc w:val="center"/>
                    </w:pPr>
                    <w:r>
                      <w:rPr>
                        <w:szCs w:val="28"/>
                      </w:rPr>
                      <w:t>www.diocesisorrentocmare.it/scuola</w:t>
                    </w:r>
                    <w:r w:rsidRPr="00A464A4">
                      <w:rPr>
                        <w:szCs w:val="28"/>
                      </w:rPr>
                      <w:t xml:space="preserve"> – irc@diocesisorrentocmare.it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F00A8"/>
    <w:multiLevelType w:val="hybridMultilevel"/>
    <w:tmpl w:val="9852137C"/>
    <w:lvl w:ilvl="0" w:tplc="B4D8781E">
      <w:numFmt w:val="bullet"/>
      <w:lvlText w:val="•"/>
      <w:lvlJc w:val="left"/>
      <w:pPr>
        <w:ind w:left="750" w:hanging="39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e2e2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3BE"/>
    <w:rsid w:val="000150DB"/>
    <w:rsid w:val="00030387"/>
    <w:rsid w:val="00065E4A"/>
    <w:rsid w:val="00090026"/>
    <w:rsid w:val="000B3508"/>
    <w:rsid w:val="000C12AA"/>
    <w:rsid w:val="000D37CF"/>
    <w:rsid w:val="00101D69"/>
    <w:rsid w:val="001138BF"/>
    <w:rsid w:val="0011698C"/>
    <w:rsid w:val="001313B0"/>
    <w:rsid w:val="00160615"/>
    <w:rsid w:val="0016209F"/>
    <w:rsid w:val="001909CD"/>
    <w:rsid w:val="00192AB4"/>
    <w:rsid w:val="001A5D53"/>
    <w:rsid w:val="001D3EB1"/>
    <w:rsid w:val="00210E63"/>
    <w:rsid w:val="00226F48"/>
    <w:rsid w:val="002816BB"/>
    <w:rsid w:val="002B57EE"/>
    <w:rsid w:val="002D0D56"/>
    <w:rsid w:val="002E2949"/>
    <w:rsid w:val="002E2D8B"/>
    <w:rsid w:val="002E4E39"/>
    <w:rsid w:val="002F79E3"/>
    <w:rsid w:val="003019CD"/>
    <w:rsid w:val="00316844"/>
    <w:rsid w:val="003365EB"/>
    <w:rsid w:val="003420BA"/>
    <w:rsid w:val="0034670E"/>
    <w:rsid w:val="0036421E"/>
    <w:rsid w:val="003722A4"/>
    <w:rsid w:val="003C3244"/>
    <w:rsid w:val="0040254F"/>
    <w:rsid w:val="0041230D"/>
    <w:rsid w:val="00443481"/>
    <w:rsid w:val="00453384"/>
    <w:rsid w:val="00456F3A"/>
    <w:rsid w:val="00462814"/>
    <w:rsid w:val="004653AE"/>
    <w:rsid w:val="00480FA3"/>
    <w:rsid w:val="00482FCA"/>
    <w:rsid w:val="004D2F95"/>
    <w:rsid w:val="0051435E"/>
    <w:rsid w:val="005168A6"/>
    <w:rsid w:val="005264D7"/>
    <w:rsid w:val="00580B0A"/>
    <w:rsid w:val="005963D3"/>
    <w:rsid w:val="005A2C0A"/>
    <w:rsid w:val="005A3D01"/>
    <w:rsid w:val="005A4A91"/>
    <w:rsid w:val="005B66FC"/>
    <w:rsid w:val="005C17E4"/>
    <w:rsid w:val="005D19EA"/>
    <w:rsid w:val="006173FE"/>
    <w:rsid w:val="00663A56"/>
    <w:rsid w:val="006A2219"/>
    <w:rsid w:val="006B1AF4"/>
    <w:rsid w:val="006D5279"/>
    <w:rsid w:val="006E7E5A"/>
    <w:rsid w:val="006F6DF2"/>
    <w:rsid w:val="00702934"/>
    <w:rsid w:val="00703377"/>
    <w:rsid w:val="0072756F"/>
    <w:rsid w:val="00731A3C"/>
    <w:rsid w:val="00743EEB"/>
    <w:rsid w:val="00745729"/>
    <w:rsid w:val="00752F70"/>
    <w:rsid w:val="007617EF"/>
    <w:rsid w:val="007738B0"/>
    <w:rsid w:val="007A54CE"/>
    <w:rsid w:val="007C0D2C"/>
    <w:rsid w:val="007D0B4C"/>
    <w:rsid w:val="007D3B7E"/>
    <w:rsid w:val="007E5BFD"/>
    <w:rsid w:val="007E6F84"/>
    <w:rsid w:val="0082653E"/>
    <w:rsid w:val="008272DB"/>
    <w:rsid w:val="0085608D"/>
    <w:rsid w:val="00870B4A"/>
    <w:rsid w:val="008A313A"/>
    <w:rsid w:val="008C55E6"/>
    <w:rsid w:val="008E56F8"/>
    <w:rsid w:val="009141A1"/>
    <w:rsid w:val="009243FC"/>
    <w:rsid w:val="00926B10"/>
    <w:rsid w:val="00963F43"/>
    <w:rsid w:val="00974EEF"/>
    <w:rsid w:val="009E38A6"/>
    <w:rsid w:val="009F3420"/>
    <w:rsid w:val="00A464A4"/>
    <w:rsid w:val="00A70E4D"/>
    <w:rsid w:val="00AD120B"/>
    <w:rsid w:val="00AD2C38"/>
    <w:rsid w:val="00AF3634"/>
    <w:rsid w:val="00B11E67"/>
    <w:rsid w:val="00B513BA"/>
    <w:rsid w:val="00BC73D0"/>
    <w:rsid w:val="00BD40EC"/>
    <w:rsid w:val="00BE4EF7"/>
    <w:rsid w:val="00BF07CC"/>
    <w:rsid w:val="00C119BD"/>
    <w:rsid w:val="00C3556B"/>
    <w:rsid w:val="00C4258D"/>
    <w:rsid w:val="00C51837"/>
    <w:rsid w:val="00C60079"/>
    <w:rsid w:val="00C60345"/>
    <w:rsid w:val="00CB2C75"/>
    <w:rsid w:val="00CB78A1"/>
    <w:rsid w:val="00CD73F8"/>
    <w:rsid w:val="00D03730"/>
    <w:rsid w:val="00D163DC"/>
    <w:rsid w:val="00D31D3D"/>
    <w:rsid w:val="00D70DA5"/>
    <w:rsid w:val="00D9582B"/>
    <w:rsid w:val="00DA6A64"/>
    <w:rsid w:val="00DE176C"/>
    <w:rsid w:val="00DE1EE1"/>
    <w:rsid w:val="00E00C85"/>
    <w:rsid w:val="00E203BE"/>
    <w:rsid w:val="00EA068D"/>
    <w:rsid w:val="00EA3062"/>
    <w:rsid w:val="00ED5608"/>
    <w:rsid w:val="00F010FA"/>
    <w:rsid w:val="00F012C1"/>
    <w:rsid w:val="00F3046E"/>
    <w:rsid w:val="00F6107F"/>
    <w:rsid w:val="00F751B4"/>
    <w:rsid w:val="00FB159E"/>
    <w:rsid w:val="00FC0B8A"/>
    <w:rsid w:val="00FC1B2D"/>
    <w:rsid w:val="00FC7E17"/>
    <w:rsid w:val="00FD09F4"/>
    <w:rsid w:val="00FD7ABA"/>
    <w:rsid w:val="00FE30DE"/>
    <w:rsid w:val="00FE3FAB"/>
    <w:rsid w:val="00FE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2e2e2"/>
    </o:shapedefaults>
    <o:shapelayout v:ext="edit">
      <o:idmap v:ext="edit" data="1"/>
    </o:shapelayout>
  </w:shapeDefaults>
  <w:decimalSymbol w:val=","/>
  <w:listSeparator w:val=";"/>
  <w14:docId w14:val="0C78B077"/>
  <w15:docId w15:val="{8FE57AB9-5865-4FC5-95A1-7D977AB75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6281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spacing w:line="360" w:lineRule="auto"/>
      <w:jc w:val="both"/>
    </w:pPr>
    <w:rPr>
      <w:sz w:val="24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</w:style>
  <w:style w:type="paragraph" w:styleId="Testofumetto">
    <w:name w:val="Balloon Text"/>
    <w:basedOn w:val="Normale"/>
    <w:semiHidden/>
    <w:rsid w:val="00AF363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BC7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uiPriority w:val="99"/>
    <w:rsid w:val="00BC73D0"/>
    <w:rPr>
      <w:lang w:val="it-IT" w:eastAsia="it-IT" w:bidi="ar-SA"/>
    </w:rPr>
  </w:style>
  <w:style w:type="character" w:styleId="Collegamentoipertestuale">
    <w:name w:val="Hyperlink"/>
    <w:rsid w:val="00F010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Carta_intestata_IRC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0083E-ECA7-4C97-BB04-1EE1A193B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Carta_intestata_IRC</Template>
  <TotalTime>31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1196</CharactersWithSpaces>
  <SharedDoc>false</SharedDoc>
  <HLinks>
    <vt:vector size="18" baseType="variant">
      <vt:variant>
        <vt:i4>4128795</vt:i4>
      </vt:variant>
      <vt:variant>
        <vt:i4>6</vt:i4>
      </vt:variant>
      <vt:variant>
        <vt:i4>0</vt:i4>
      </vt:variant>
      <vt:variant>
        <vt:i4>5</vt:i4>
      </vt:variant>
      <vt:variant>
        <vt:lpwstr>mailto:pantachu@libero.it</vt:lpwstr>
      </vt:variant>
      <vt:variant>
        <vt:lpwstr/>
      </vt:variant>
      <vt:variant>
        <vt:i4>4259950</vt:i4>
      </vt:variant>
      <vt:variant>
        <vt:i4>3</vt:i4>
      </vt:variant>
      <vt:variant>
        <vt:i4>0</vt:i4>
      </vt:variant>
      <vt:variant>
        <vt:i4>5</vt:i4>
      </vt:variant>
      <vt:variant>
        <vt:lpwstr>mailto:discuola@discuola.it</vt:lpwstr>
      </vt:variant>
      <vt:variant>
        <vt:lpwstr/>
      </vt:variant>
      <vt:variant>
        <vt:i4>3539070</vt:i4>
      </vt:variant>
      <vt:variant>
        <vt:i4>0</vt:i4>
      </vt:variant>
      <vt:variant>
        <vt:i4>0</vt:i4>
      </vt:variant>
      <vt:variant>
        <vt:i4>5</vt:i4>
      </vt:variant>
      <vt:variant>
        <vt:lpwstr>mailto:www.discuola.it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UTENTE</dc:creator>
  <cp:lastModifiedBy>UTENTE</cp:lastModifiedBy>
  <cp:revision>25</cp:revision>
  <cp:lastPrinted>2018-08-24T09:03:00Z</cp:lastPrinted>
  <dcterms:created xsi:type="dcterms:W3CDTF">2018-07-11T09:25:00Z</dcterms:created>
  <dcterms:modified xsi:type="dcterms:W3CDTF">2018-08-24T09:03:00Z</dcterms:modified>
</cp:coreProperties>
</file>